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6B8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1BF2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34BD20" w14:textId="0121C599" w:rsidR="0085747A" w:rsidRPr="0015164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65E6A">
        <w:rPr>
          <w:rFonts w:ascii="Corbel" w:hAnsi="Corbel"/>
          <w:i/>
          <w:smallCaps/>
          <w:sz w:val="24"/>
          <w:szCs w:val="24"/>
        </w:rPr>
        <w:t>2022-2025</w:t>
      </w:r>
    </w:p>
    <w:p w14:paraId="59CEBEB6" w14:textId="2B6E7896" w:rsidR="00445970" w:rsidRPr="00EA4832" w:rsidRDefault="00445970" w:rsidP="00DE527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16F6E">
        <w:rPr>
          <w:rFonts w:ascii="Corbel" w:hAnsi="Corbel"/>
          <w:sz w:val="20"/>
          <w:szCs w:val="20"/>
        </w:rPr>
        <w:t>202</w:t>
      </w:r>
      <w:r w:rsidR="00465E6A">
        <w:rPr>
          <w:rFonts w:ascii="Corbel" w:hAnsi="Corbel"/>
          <w:sz w:val="20"/>
          <w:szCs w:val="20"/>
        </w:rPr>
        <w:t>4</w:t>
      </w:r>
      <w:r w:rsidR="00CE7135">
        <w:rPr>
          <w:rFonts w:ascii="Corbel" w:hAnsi="Corbel"/>
          <w:sz w:val="20"/>
          <w:szCs w:val="20"/>
        </w:rPr>
        <w:t>/</w:t>
      </w:r>
      <w:r w:rsidR="00616F6E">
        <w:rPr>
          <w:rFonts w:ascii="Corbel" w:hAnsi="Corbel"/>
          <w:sz w:val="20"/>
          <w:szCs w:val="20"/>
        </w:rPr>
        <w:t>202</w:t>
      </w:r>
      <w:r w:rsidR="00465E6A">
        <w:rPr>
          <w:rFonts w:ascii="Corbel" w:hAnsi="Corbel"/>
          <w:sz w:val="20"/>
          <w:szCs w:val="20"/>
        </w:rPr>
        <w:t>5</w:t>
      </w:r>
    </w:p>
    <w:p w14:paraId="6B7738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C5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E0B37C" w14:textId="77777777" w:rsidTr="00B819C8">
        <w:tc>
          <w:tcPr>
            <w:tcW w:w="2694" w:type="dxa"/>
            <w:vAlign w:val="center"/>
          </w:tcPr>
          <w:p w14:paraId="558277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C143A" w14:textId="77777777" w:rsidR="0085747A" w:rsidRPr="009C54AE" w:rsidRDefault="00C64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oradztwo finansowe </w:t>
            </w:r>
          </w:p>
        </w:tc>
      </w:tr>
      <w:tr w:rsidR="0085747A" w:rsidRPr="009C54AE" w14:paraId="1B27A3F1" w14:textId="77777777" w:rsidTr="00B819C8">
        <w:tc>
          <w:tcPr>
            <w:tcW w:w="2694" w:type="dxa"/>
            <w:vAlign w:val="center"/>
          </w:tcPr>
          <w:p w14:paraId="275281A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44A2D6" w14:textId="77777777" w:rsidR="0085747A" w:rsidRPr="009C54AE" w:rsidRDefault="00106A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39E">
              <w:rPr>
                <w:rFonts w:ascii="Corbel" w:hAnsi="Corbel"/>
                <w:b w:val="0"/>
                <w:sz w:val="24"/>
                <w:szCs w:val="24"/>
              </w:rPr>
              <w:t>E/I/GFiR/C-1.12a</w:t>
            </w:r>
          </w:p>
        </w:tc>
      </w:tr>
      <w:tr w:rsidR="0085747A" w:rsidRPr="009C54AE" w14:paraId="7D46D477" w14:textId="77777777" w:rsidTr="00B819C8">
        <w:tc>
          <w:tcPr>
            <w:tcW w:w="2694" w:type="dxa"/>
            <w:vAlign w:val="center"/>
          </w:tcPr>
          <w:p w14:paraId="5AC910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98F6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8BA836" w14:textId="77777777" w:rsidTr="00B819C8">
        <w:tc>
          <w:tcPr>
            <w:tcW w:w="2694" w:type="dxa"/>
            <w:vAlign w:val="center"/>
          </w:tcPr>
          <w:p w14:paraId="2151D3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34D2E6" w14:textId="3F9CEEE5" w:rsidR="0085747A" w:rsidRPr="009C54AE" w:rsidRDefault="00616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86BF3F" w14:textId="77777777" w:rsidTr="00B819C8">
        <w:tc>
          <w:tcPr>
            <w:tcW w:w="2694" w:type="dxa"/>
            <w:vAlign w:val="center"/>
          </w:tcPr>
          <w:p w14:paraId="4CC0CD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EDB7B" w14:textId="77777777" w:rsidR="0085747A" w:rsidRPr="009C54AE" w:rsidRDefault="000245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C54AE" w14:paraId="0A0C9F86" w14:textId="77777777" w:rsidTr="00B819C8">
        <w:tc>
          <w:tcPr>
            <w:tcW w:w="2694" w:type="dxa"/>
            <w:vAlign w:val="center"/>
          </w:tcPr>
          <w:p w14:paraId="1663AB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ADAE83" w14:textId="5D71435D" w:rsidR="0085747A" w:rsidRPr="009C54AE" w:rsidRDefault="00E34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6F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475C24A" w14:textId="77777777" w:rsidTr="00B819C8">
        <w:tc>
          <w:tcPr>
            <w:tcW w:w="2694" w:type="dxa"/>
            <w:vAlign w:val="center"/>
          </w:tcPr>
          <w:p w14:paraId="215099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F36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005725" w14:textId="77777777" w:rsidTr="00B819C8">
        <w:tc>
          <w:tcPr>
            <w:tcW w:w="2694" w:type="dxa"/>
            <w:vAlign w:val="center"/>
          </w:tcPr>
          <w:p w14:paraId="74AB5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B48933" w14:textId="39C12B9A" w:rsidR="0085747A" w:rsidRPr="009C54AE" w:rsidRDefault="008A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7431BDB" w14:textId="77777777" w:rsidTr="00B819C8">
        <w:tc>
          <w:tcPr>
            <w:tcW w:w="2694" w:type="dxa"/>
            <w:vAlign w:val="center"/>
          </w:tcPr>
          <w:p w14:paraId="591C1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87EAB0" w14:textId="3698C994" w:rsidR="0085747A" w:rsidRPr="009C54AE" w:rsidRDefault="006E78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5D38682F" w14:textId="77777777" w:rsidTr="00B819C8">
        <w:tc>
          <w:tcPr>
            <w:tcW w:w="2694" w:type="dxa"/>
            <w:vAlign w:val="center"/>
          </w:tcPr>
          <w:p w14:paraId="74908A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0D31B2" w14:textId="77777777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3733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171D1D16" w14:textId="77777777" w:rsidTr="00B819C8">
        <w:tc>
          <w:tcPr>
            <w:tcW w:w="2694" w:type="dxa"/>
            <w:vAlign w:val="center"/>
          </w:tcPr>
          <w:p w14:paraId="5801A9D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DD83F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902A79" w14:textId="77777777" w:rsidTr="00B819C8">
        <w:tc>
          <w:tcPr>
            <w:tcW w:w="2694" w:type="dxa"/>
            <w:vAlign w:val="center"/>
          </w:tcPr>
          <w:p w14:paraId="52F19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C2219C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3D7725E1" w14:textId="77777777" w:rsidTr="00B819C8">
        <w:tc>
          <w:tcPr>
            <w:tcW w:w="2694" w:type="dxa"/>
            <w:vAlign w:val="center"/>
          </w:tcPr>
          <w:p w14:paraId="37BA4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ECE0C0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EF4F398" w14:textId="5D321C5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F6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841C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573F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EC4A818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3B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C7C2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69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BB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B7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4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6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4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32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62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7282E2" w14:textId="77777777" w:rsidTr="001516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65C" w14:textId="48BBA514" w:rsidR="00015B8F" w:rsidRPr="009C54AE" w:rsidRDefault="006E78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98DD" w14:textId="77777777" w:rsidR="00015B8F" w:rsidRPr="009C54AE" w:rsidRDefault="00015B8F" w:rsidP="00EC5A1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3047" w14:textId="334650A1" w:rsidR="00015B8F" w:rsidRPr="009C54AE" w:rsidRDefault="006E78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CD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C9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C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27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48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0F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FA48" w14:textId="0A171502" w:rsidR="00015B8F" w:rsidRPr="009C54AE" w:rsidRDefault="006E78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13F31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609A4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0BA4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CFC8E1" w14:textId="77777777" w:rsidR="00DE5274" w:rsidRPr="005B045D" w:rsidRDefault="00DE5274" w:rsidP="00DE52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B045D">
        <w:rPr>
          <w:rStyle w:val="normaltextrun"/>
          <w:rFonts w:ascii="Corbel" w:hAnsi="Corbel" w:cs="Segoe UI"/>
        </w:rPr>
        <w:sym w:font="Wingdings" w:char="F0FE"/>
      </w:r>
      <w:r w:rsidRPr="005B045D">
        <w:rPr>
          <w:rStyle w:val="normaltextrun"/>
          <w:rFonts w:ascii="Corbel" w:hAnsi="Corbel" w:cs="Segoe UI"/>
        </w:rPr>
        <w:t> </w:t>
      </w:r>
      <w:r w:rsidRPr="005B045D">
        <w:rPr>
          <w:rFonts w:ascii="Corbel" w:hAnsi="Corbel"/>
        </w:rPr>
        <w:t>zajęcia w formie tradycyjnej (lub zdalnie z wykorzystaniem platformy Ms </w:t>
      </w:r>
      <w:r w:rsidRPr="005B045D">
        <w:rPr>
          <w:rStyle w:val="spellingerror"/>
          <w:rFonts w:ascii="Corbel" w:hAnsi="Corbel"/>
        </w:rPr>
        <w:t>Teams)</w:t>
      </w:r>
      <w:r w:rsidRPr="005B045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5A2352" w14:textId="2D090174" w:rsidR="00DE5274" w:rsidRDefault="00DE5274" w:rsidP="00DE527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D897E3B" w14:textId="77777777" w:rsidR="00DE5274" w:rsidRDefault="00DE5274" w:rsidP="00DE5274">
      <w:pPr>
        <w:spacing w:after="0" w:line="240" w:lineRule="auto"/>
        <w:ind w:left="426"/>
        <w:rPr>
          <w:rStyle w:val="eop"/>
        </w:rPr>
      </w:pPr>
    </w:p>
    <w:p w14:paraId="1649E95A" w14:textId="1A8450A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8D81B" w14:textId="5ED1976B" w:rsidR="00331BD4" w:rsidRPr="000D724D" w:rsidRDefault="000D724D" w:rsidP="00331B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D724D">
        <w:rPr>
          <w:rFonts w:ascii="Corbel" w:hAnsi="Corbel"/>
          <w:b w:val="0"/>
          <w:smallCaps w:val="0"/>
          <w:szCs w:val="24"/>
        </w:rPr>
        <w:t>zaliczenie z oceną</w:t>
      </w:r>
    </w:p>
    <w:p w14:paraId="2BA763CB" w14:textId="77777777" w:rsidR="00331BD4" w:rsidRDefault="00331B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AC30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DF7077" w14:textId="77777777" w:rsidTr="00745302">
        <w:tc>
          <w:tcPr>
            <w:tcW w:w="9670" w:type="dxa"/>
          </w:tcPr>
          <w:p w14:paraId="1BC88D3F" w14:textId="77777777" w:rsidR="0085747A" w:rsidRPr="009C54AE" w:rsidRDefault="002E12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EA89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8FE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2879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DCE3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14A57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6549" w:rsidRPr="00957B50" w14:paraId="1CCA6E4C" w14:textId="77777777" w:rsidTr="00D76549">
        <w:tc>
          <w:tcPr>
            <w:tcW w:w="851" w:type="dxa"/>
            <w:vAlign w:val="center"/>
          </w:tcPr>
          <w:p w14:paraId="1A1BF53C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D9BCB13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D76549" w:rsidRPr="00957B50" w14:paraId="1EE17AFC" w14:textId="77777777" w:rsidTr="00D76549">
        <w:tc>
          <w:tcPr>
            <w:tcW w:w="851" w:type="dxa"/>
            <w:vAlign w:val="center"/>
          </w:tcPr>
          <w:p w14:paraId="1CF61DA6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DC1A16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D76549" w:rsidRPr="00E32E65" w14:paraId="59FDFCB2" w14:textId="77777777" w:rsidTr="00D765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E9D7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C435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FD41187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5B15238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7EABF0A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C2D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A25FBE5" w14:textId="77777777" w:rsidTr="0015164A">
        <w:tc>
          <w:tcPr>
            <w:tcW w:w="1681" w:type="dxa"/>
            <w:vAlign w:val="center"/>
          </w:tcPr>
          <w:p w14:paraId="10A4CB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10B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29BC35" w14:textId="3E29425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6549" w:rsidRPr="009C54AE" w14:paraId="555A5185" w14:textId="77777777" w:rsidTr="0015164A">
        <w:tc>
          <w:tcPr>
            <w:tcW w:w="1681" w:type="dxa"/>
          </w:tcPr>
          <w:p w14:paraId="0E3D545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1D94068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6688B576" w14:textId="77777777" w:rsidR="00D76549" w:rsidRPr="00364024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25A66E59" w14:textId="77777777" w:rsidR="00D76549" w:rsidRPr="00364024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7CE4172F" w14:textId="77777777" w:rsidR="00D76549" w:rsidRPr="00957B5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03EA2F0C" w14:textId="77777777" w:rsidTr="0015164A">
        <w:tc>
          <w:tcPr>
            <w:tcW w:w="1681" w:type="dxa"/>
          </w:tcPr>
          <w:p w14:paraId="04F647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1F71A5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0C57BE9B" w14:textId="77777777" w:rsidR="00D76549" w:rsidRPr="00404EC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1D37F6EF" w14:textId="77777777" w:rsidR="00D76549" w:rsidRPr="00404EC0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0708F243" w14:textId="77777777" w:rsidR="00D76549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D42BA18" w14:textId="77777777" w:rsidR="00C127BF" w:rsidRPr="00957B50" w:rsidRDefault="00C127BF" w:rsidP="00C127B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706D3311" w14:textId="77777777" w:rsidTr="0015164A">
        <w:tc>
          <w:tcPr>
            <w:tcW w:w="1681" w:type="dxa"/>
          </w:tcPr>
          <w:p w14:paraId="4A1B8A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D9AFBE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0AC8F08" w14:textId="77777777" w:rsidR="00D76549" w:rsidRDefault="00D76549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C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127B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14:paraId="78AA6DC9" w14:textId="77777777" w:rsidR="006E7847" w:rsidRDefault="006E7847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BE8124" w14:textId="5B3CE22F" w:rsidR="006E7847" w:rsidRPr="00957B50" w:rsidRDefault="006E7847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84D1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6EC7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EF0DB7" w14:textId="77777777" w:rsidR="00EC5A16" w:rsidRPr="009C54AE" w:rsidRDefault="00EC5A16" w:rsidP="00EC5A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EE057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ED794B" w14:textId="77777777" w:rsidTr="0015164A">
        <w:tc>
          <w:tcPr>
            <w:tcW w:w="9520" w:type="dxa"/>
          </w:tcPr>
          <w:p w14:paraId="1E5473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6549" w:rsidRPr="009C54AE" w14:paraId="3F20BAE7" w14:textId="77777777" w:rsidTr="0015164A">
        <w:tc>
          <w:tcPr>
            <w:tcW w:w="9520" w:type="dxa"/>
          </w:tcPr>
          <w:p w14:paraId="3952F8D4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D76549" w:rsidRPr="009C54AE" w14:paraId="04C323EC" w14:textId="77777777" w:rsidTr="002F53FE">
        <w:tc>
          <w:tcPr>
            <w:tcW w:w="9520" w:type="dxa"/>
          </w:tcPr>
          <w:p w14:paraId="65AEFA3F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</w:t>
            </w:r>
          </w:p>
        </w:tc>
      </w:tr>
      <w:tr w:rsidR="00EC5A16" w:rsidRPr="00957B50" w14:paraId="0A69226C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D0D4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EC5A16" w:rsidRPr="00957B50" w14:paraId="64BE5BF9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EB2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Inklinacje behawioralne na każdym etapie procesu doradczego</w:t>
            </w:r>
          </w:p>
        </w:tc>
      </w:tr>
      <w:tr w:rsidR="00EC5A16" w:rsidRPr="00957B50" w14:paraId="76A4E51B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3C4A" w14:textId="77777777" w:rsidR="00EC5A16" w:rsidRPr="00957B50" w:rsidRDefault="00EC5A1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2EF63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CF02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8D0428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54EEA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D1165C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7AB6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1C198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015B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26B9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7BABC1" w14:textId="77777777" w:rsidTr="00303DD8">
        <w:tc>
          <w:tcPr>
            <w:tcW w:w="1962" w:type="dxa"/>
            <w:vAlign w:val="center"/>
          </w:tcPr>
          <w:p w14:paraId="1EAD830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018970D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BA26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543F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182C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11A6B812" w14:textId="77777777" w:rsidTr="00303DD8">
        <w:tc>
          <w:tcPr>
            <w:tcW w:w="1962" w:type="dxa"/>
          </w:tcPr>
          <w:p w14:paraId="187911E9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7B0E8CA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8DF82B8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2D95FA2D" w14:textId="77777777" w:rsidTr="00303DD8">
        <w:tc>
          <w:tcPr>
            <w:tcW w:w="1962" w:type="dxa"/>
          </w:tcPr>
          <w:p w14:paraId="43F03B3E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1D95E8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wa, obserwacja w trakcie zajęć</w:t>
            </w:r>
          </w:p>
        </w:tc>
        <w:tc>
          <w:tcPr>
            <w:tcW w:w="2117" w:type="dxa"/>
          </w:tcPr>
          <w:p w14:paraId="740CE40F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5FD69186" w14:textId="77777777" w:rsidTr="00303DD8">
        <w:tc>
          <w:tcPr>
            <w:tcW w:w="1962" w:type="dxa"/>
          </w:tcPr>
          <w:p w14:paraId="6DAB6B6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443830A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0D06FAF7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599999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55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5518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AB7454" w14:textId="77777777" w:rsidTr="00923D7D">
        <w:tc>
          <w:tcPr>
            <w:tcW w:w="9670" w:type="dxa"/>
          </w:tcPr>
          <w:p w14:paraId="488C07ED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F18E9B0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9C9CF91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66706A50" w14:textId="30CAD9E3" w:rsidR="0085747A" w:rsidRPr="009C54AE" w:rsidRDefault="00303DD8" w:rsidP="00DE52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</w:tc>
      </w:tr>
    </w:tbl>
    <w:p w14:paraId="299A7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04493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7A31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FC4D96" w14:textId="77777777" w:rsidTr="00283294">
        <w:tc>
          <w:tcPr>
            <w:tcW w:w="4902" w:type="dxa"/>
            <w:vAlign w:val="center"/>
          </w:tcPr>
          <w:p w14:paraId="23C335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ED8B0E" w14:textId="29AAC6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D724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76549" w:rsidRPr="009C54AE" w14:paraId="07DFAAE4" w14:textId="77777777" w:rsidTr="00283294">
        <w:tc>
          <w:tcPr>
            <w:tcW w:w="4902" w:type="dxa"/>
          </w:tcPr>
          <w:p w14:paraId="1339417F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925BFD" w14:textId="2D694A9E" w:rsidR="00D76549" w:rsidRPr="00176B8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76549" w:rsidRPr="009C54AE" w14:paraId="0D9B0D25" w14:textId="77777777" w:rsidTr="00283294">
        <w:tc>
          <w:tcPr>
            <w:tcW w:w="4902" w:type="dxa"/>
          </w:tcPr>
          <w:p w14:paraId="2AABA63A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14B7CB" w14:textId="493C34DC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3DBAD7B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6B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76549" w:rsidRPr="009C54AE" w14:paraId="1F52C2BC" w14:textId="77777777" w:rsidTr="00283294">
        <w:tc>
          <w:tcPr>
            <w:tcW w:w="4902" w:type="dxa"/>
          </w:tcPr>
          <w:p w14:paraId="028B4AD4" w14:textId="04B1E035" w:rsidR="00D76549" w:rsidRPr="009C54AE" w:rsidRDefault="00D76549" w:rsidP="00DE52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E5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F1465">
              <w:rPr>
                <w:rFonts w:ascii="Corbel" w:hAnsi="Corbel"/>
                <w:sz w:val="24"/>
                <w:szCs w:val="24"/>
              </w:rPr>
              <w:t>zajęć, przygotowanie pracy grupowej, przygotowanie się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AF1F8" w14:textId="77777777" w:rsidR="00D7654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  <w:p w14:paraId="34C25C11" w14:textId="406BA021" w:rsidR="006E7847" w:rsidRPr="00176B8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6549" w:rsidRPr="009C54AE" w14:paraId="0DCB88C0" w14:textId="77777777" w:rsidTr="00283294">
        <w:tc>
          <w:tcPr>
            <w:tcW w:w="4902" w:type="dxa"/>
          </w:tcPr>
          <w:p w14:paraId="4505668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B3A7C9D" w14:textId="6FE527B5" w:rsidR="00D76549" w:rsidRPr="00176B8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76549" w:rsidRPr="009C54AE" w14:paraId="7E00514B" w14:textId="77777777" w:rsidTr="00283294">
        <w:tc>
          <w:tcPr>
            <w:tcW w:w="4902" w:type="dxa"/>
          </w:tcPr>
          <w:p w14:paraId="5449EF0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36327F3" w14:textId="0EB96EE4" w:rsidR="00D76549" w:rsidRPr="00176B8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D3B97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1E5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26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01823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590B54F" w14:textId="77777777" w:rsidTr="000D724D">
        <w:trPr>
          <w:trHeight w:val="397"/>
        </w:trPr>
        <w:tc>
          <w:tcPr>
            <w:tcW w:w="2359" w:type="pct"/>
          </w:tcPr>
          <w:p w14:paraId="590B40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C5E28B" w14:textId="4FE1C417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EC1C6" w14:textId="77777777" w:rsidTr="000D724D">
        <w:trPr>
          <w:trHeight w:val="397"/>
        </w:trPr>
        <w:tc>
          <w:tcPr>
            <w:tcW w:w="2359" w:type="pct"/>
          </w:tcPr>
          <w:p w14:paraId="1B883D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4B6462B" w14:textId="232C75B5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4CC7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2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7D6B14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AB17FD" w14:textId="77777777" w:rsidTr="000D724D">
        <w:trPr>
          <w:trHeight w:val="397"/>
        </w:trPr>
        <w:tc>
          <w:tcPr>
            <w:tcW w:w="5000" w:type="pct"/>
          </w:tcPr>
          <w:p w14:paraId="625BFDE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7B910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54F3A59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22407E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5B4F8999" w14:textId="77777777" w:rsidR="00283294" w:rsidRPr="00E84333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155E8F45" w14:textId="77777777" w:rsidR="00E84333" w:rsidRPr="00E84333" w:rsidRDefault="00E84333" w:rsidP="00B80DBD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85747A" w:rsidRPr="009C54AE" w14:paraId="78ED5F8C" w14:textId="77777777" w:rsidTr="000D724D">
        <w:trPr>
          <w:trHeight w:val="397"/>
        </w:trPr>
        <w:tc>
          <w:tcPr>
            <w:tcW w:w="5000" w:type="pct"/>
          </w:tcPr>
          <w:p w14:paraId="29C441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12416A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7C645EE3" w14:textId="77777777" w:rsidR="00E84333" w:rsidRPr="00957B50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3199336F" w14:textId="77777777" w:rsidR="00283294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5D5704A9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6E5AB157" w14:textId="77777777" w:rsidR="00283294" w:rsidRDefault="00283294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</w:p>
          <w:p w14:paraId="285250AA" w14:textId="77777777" w:rsidR="00FE51CF" w:rsidRPr="00283294" w:rsidRDefault="00FE51CF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</w:tbl>
    <w:p w14:paraId="45777D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C5E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A1CA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5ED9F" w14:textId="77777777" w:rsidR="002A78BB" w:rsidRDefault="002A78BB" w:rsidP="00C16ABF">
      <w:pPr>
        <w:spacing w:after="0" w:line="240" w:lineRule="auto"/>
      </w:pPr>
      <w:r>
        <w:separator/>
      </w:r>
    </w:p>
  </w:endnote>
  <w:endnote w:type="continuationSeparator" w:id="0">
    <w:p w14:paraId="52CBD8BC" w14:textId="77777777" w:rsidR="002A78BB" w:rsidRDefault="002A78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E7D0F" w14:textId="77777777" w:rsidR="002A78BB" w:rsidRDefault="002A78BB" w:rsidP="00C16ABF">
      <w:pPr>
        <w:spacing w:after="0" w:line="240" w:lineRule="auto"/>
      </w:pPr>
      <w:r>
        <w:separator/>
      </w:r>
    </w:p>
  </w:footnote>
  <w:footnote w:type="continuationSeparator" w:id="0">
    <w:p w14:paraId="20D7DD50" w14:textId="77777777" w:rsidR="002A78BB" w:rsidRDefault="002A78B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5D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DD"/>
    <w:rsid w:val="000D724D"/>
    <w:rsid w:val="000F1465"/>
    <w:rsid w:val="000F1C57"/>
    <w:rsid w:val="000F35C4"/>
    <w:rsid w:val="000F5615"/>
    <w:rsid w:val="00106A1A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7D6"/>
    <w:rsid w:val="002144C0"/>
    <w:rsid w:val="00215FA7"/>
    <w:rsid w:val="0022477D"/>
    <w:rsid w:val="002278A9"/>
    <w:rsid w:val="002336F9"/>
    <w:rsid w:val="0024028F"/>
    <w:rsid w:val="00244ABC"/>
    <w:rsid w:val="002672DC"/>
    <w:rsid w:val="00281FF2"/>
    <w:rsid w:val="00283294"/>
    <w:rsid w:val="002857DE"/>
    <w:rsid w:val="00291567"/>
    <w:rsid w:val="002A22BF"/>
    <w:rsid w:val="002A2389"/>
    <w:rsid w:val="002A671D"/>
    <w:rsid w:val="002A78BB"/>
    <w:rsid w:val="002B2446"/>
    <w:rsid w:val="002B4D55"/>
    <w:rsid w:val="002B5EA0"/>
    <w:rsid w:val="002B6119"/>
    <w:rsid w:val="002C1F06"/>
    <w:rsid w:val="002D3375"/>
    <w:rsid w:val="002D73D4"/>
    <w:rsid w:val="002E129C"/>
    <w:rsid w:val="002F02A3"/>
    <w:rsid w:val="002F4ABE"/>
    <w:rsid w:val="003018BA"/>
    <w:rsid w:val="0030395F"/>
    <w:rsid w:val="00303DD8"/>
    <w:rsid w:val="00305C92"/>
    <w:rsid w:val="003151C5"/>
    <w:rsid w:val="00331BD4"/>
    <w:rsid w:val="003343CF"/>
    <w:rsid w:val="0034212F"/>
    <w:rsid w:val="00346FE9"/>
    <w:rsid w:val="0034759A"/>
    <w:rsid w:val="003503F6"/>
    <w:rsid w:val="003530DD"/>
    <w:rsid w:val="00363F78"/>
    <w:rsid w:val="003807C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96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6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048"/>
    <w:rsid w:val="004C1AA8"/>
    <w:rsid w:val="004C2A90"/>
    <w:rsid w:val="004D5282"/>
    <w:rsid w:val="004F14B6"/>
    <w:rsid w:val="004F1551"/>
    <w:rsid w:val="004F55A3"/>
    <w:rsid w:val="0050496F"/>
    <w:rsid w:val="00513B6F"/>
    <w:rsid w:val="00517C63"/>
    <w:rsid w:val="005363C4"/>
    <w:rsid w:val="00536BDE"/>
    <w:rsid w:val="00543ACC"/>
    <w:rsid w:val="00545DBB"/>
    <w:rsid w:val="00565162"/>
    <w:rsid w:val="0056696D"/>
    <w:rsid w:val="005721D1"/>
    <w:rsid w:val="0059484D"/>
    <w:rsid w:val="005A0855"/>
    <w:rsid w:val="005A133C"/>
    <w:rsid w:val="005A3196"/>
    <w:rsid w:val="005B045D"/>
    <w:rsid w:val="005C080F"/>
    <w:rsid w:val="005C55E5"/>
    <w:rsid w:val="005C696A"/>
    <w:rsid w:val="005E6E85"/>
    <w:rsid w:val="005F31D2"/>
    <w:rsid w:val="005F5925"/>
    <w:rsid w:val="0061029B"/>
    <w:rsid w:val="00616F6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7847"/>
    <w:rsid w:val="006F1282"/>
    <w:rsid w:val="006F1FBC"/>
    <w:rsid w:val="006F2CF2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1E8"/>
    <w:rsid w:val="007C3299"/>
    <w:rsid w:val="007C3BCC"/>
    <w:rsid w:val="007C4546"/>
    <w:rsid w:val="007D6E56"/>
    <w:rsid w:val="007F4155"/>
    <w:rsid w:val="00800AFB"/>
    <w:rsid w:val="0081554D"/>
    <w:rsid w:val="0081707E"/>
    <w:rsid w:val="00833386"/>
    <w:rsid w:val="008449B3"/>
    <w:rsid w:val="00855294"/>
    <w:rsid w:val="008552A2"/>
    <w:rsid w:val="0085747A"/>
    <w:rsid w:val="00883C00"/>
    <w:rsid w:val="00884922"/>
    <w:rsid w:val="00885F64"/>
    <w:rsid w:val="008917F9"/>
    <w:rsid w:val="008A27A1"/>
    <w:rsid w:val="008A45F7"/>
    <w:rsid w:val="008C0CC0"/>
    <w:rsid w:val="008C19A9"/>
    <w:rsid w:val="008C379D"/>
    <w:rsid w:val="008C5147"/>
    <w:rsid w:val="008C5359"/>
    <w:rsid w:val="008C5363"/>
    <w:rsid w:val="008D3DFB"/>
    <w:rsid w:val="008D67E4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DD"/>
    <w:rsid w:val="00A75289"/>
    <w:rsid w:val="00A8288A"/>
    <w:rsid w:val="00A84C85"/>
    <w:rsid w:val="00A87F13"/>
    <w:rsid w:val="00A97DE1"/>
    <w:rsid w:val="00AA2E0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DBD"/>
    <w:rsid w:val="00B819C8"/>
    <w:rsid w:val="00B82308"/>
    <w:rsid w:val="00B90885"/>
    <w:rsid w:val="00BB3030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27BF"/>
    <w:rsid w:val="00C131B5"/>
    <w:rsid w:val="00C16ABF"/>
    <w:rsid w:val="00C170AE"/>
    <w:rsid w:val="00C26CB7"/>
    <w:rsid w:val="00C324C1"/>
    <w:rsid w:val="00C36992"/>
    <w:rsid w:val="00C56036"/>
    <w:rsid w:val="00C61DC5"/>
    <w:rsid w:val="00C633B2"/>
    <w:rsid w:val="00C64D4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13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549"/>
    <w:rsid w:val="00D8075B"/>
    <w:rsid w:val="00D8678B"/>
    <w:rsid w:val="00DA2114"/>
    <w:rsid w:val="00DA6057"/>
    <w:rsid w:val="00DC6D0C"/>
    <w:rsid w:val="00DE03B0"/>
    <w:rsid w:val="00DE09C0"/>
    <w:rsid w:val="00DE4A14"/>
    <w:rsid w:val="00DE5274"/>
    <w:rsid w:val="00DE7025"/>
    <w:rsid w:val="00DF320D"/>
    <w:rsid w:val="00DF71C8"/>
    <w:rsid w:val="00E129B8"/>
    <w:rsid w:val="00E21E7D"/>
    <w:rsid w:val="00E22FBC"/>
    <w:rsid w:val="00E24690"/>
    <w:rsid w:val="00E24BF5"/>
    <w:rsid w:val="00E25338"/>
    <w:rsid w:val="00E26958"/>
    <w:rsid w:val="00E34A69"/>
    <w:rsid w:val="00E37334"/>
    <w:rsid w:val="00E51E44"/>
    <w:rsid w:val="00E63348"/>
    <w:rsid w:val="00E661B9"/>
    <w:rsid w:val="00E676DC"/>
    <w:rsid w:val="00E742AA"/>
    <w:rsid w:val="00E77E88"/>
    <w:rsid w:val="00E8107D"/>
    <w:rsid w:val="00E84333"/>
    <w:rsid w:val="00E960BB"/>
    <w:rsid w:val="00EA2074"/>
    <w:rsid w:val="00EA4832"/>
    <w:rsid w:val="00EA4E9D"/>
    <w:rsid w:val="00EC4899"/>
    <w:rsid w:val="00EC5A16"/>
    <w:rsid w:val="00ED03AB"/>
    <w:rsid w:val="00ED32D2"/>
    <w:rsid w:val="00EE32DE"/>
    <w:rsid w:val="00EE5457"/>
    <w:rsid w:val="00F070AB"/>
    <w:rsid w:val="00F17567"/>
    <w:rsid w:val="00F205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1C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73F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E5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E5274"/>
  </w:style>
  <w:style w:type="character" w:customStyle="1" w:styleId="spellingerror">
    <w:name w:val="spellingerror"/>
    <w:basedOn w:val="Domylnaczcionkaakapitu"/>
    <w:rsid w:val="00DE5274"/>
  </w:style>
  <w:style w:type="character" w:customStyle="1" w:styleId="eop">
    <w:name w:val="eop"/>
    <w:basedOn w:val="Domylnaczcionkaakapitu"/>
    <w:rsid w:val="00DE5274"/>
  </w:style>
  <w:style w:type="character" w:styleId="Odwoaniedokomentarza">
    <w:name w:val="annotation reference"/>
    <w:basedOn w:val="Domylnaczcionkaakapitu"/>
    <w:uiPriority w:val="99"/>
    <w:semiHidden/>
    <w:unhideWhenUsed/>
    <w:rsid w:val="00C633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3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3B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3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3B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AF429-0E70-48D7-AB86-0CE69168E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AC9998-2FC9-46C2-A557-BDF3142C9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67426-32FB-4535-B732-09B02A81C7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462903-00BD-4E37-A446-5642BC792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15</TotalTime>
  <Pages>1</Pages>
  <Words>809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25</cp:revision>
  <cp:lastPrinted>2019-02-06T12:12:00Z</cp:lastPrinted>
  <dcterms:created xsi:type="dcterms:W3CDTF">2020-10-13T10:17:00Z</dcterms:created>
  <dcterms:modified xsi:type="dcterms:W3CDTF">2022-09-21T19:07:00Z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